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B15B24" w:rsidTr="00050DA7">
        <w:tc>
          <w:tcPr>
            <w:tcW w:w="4428" w:type="dxa"/>
          </w:tcPr>
          <w:p w:rsidR="000348ED" w:rsidRPr="00B15B24" w:rsidRDefault="005D05AC" w:rsidP="00875502">
            <w:pPr>
              <w:tabs>
                <w:tab w:val="left" w:pos="851"/>
              </w:tabs>
            </w:pPr>
            <w:bookmarkStart w:id="0" w:name="_GoBack"/>
            <w:bookmarkEnd w:id="0"/>
            <w:r w:rsidRPr="00B15B24">
              <w:t>From:</w:t>
            </w:r>
            <w:r w:rsidRPr="00B15B24">
              <w:tab/>
            </w:r>
            <w:r w:rsidR="00875502">
              <w:t>ARM1</w:t>
            </w:r>
          </w:p>
        </w:tc>
        <w:tc>
          <w:tcPr>
            <w:tcW w:w="5461" w:type="dxa"/>
          </w:tcPr>
          <w:p w:rsidR="000348ED" w:rsidRPr="00340845" w:rsidRDefault="00340845" w:rsidP="005D05AC">
            <w:pPr>
              <w:jc w:val="right"/>
            </w:pPr>
            <w:r w:rsidRPr="00340845">
              <w:t>ARM1-11.1.7</w:t>
            </w:r>
          </w:p>
        </w:tc>
      </w:tr>
      <w:tr w:rsidR="000348ED" w:rsidRPr="00B15B24" w:rsidTr="00050DA7">
        <w:tc>
          <w:tcPr>
            <w:tcW w:w="4428" w:type="dxa"/>
          </w:tcPr>
          <w:p w:rsidR="000348ED" w:rsidRPr="00B15B24" w:rsidRDefault="005D05AC" w:rsidP="0091265C">
            <w:pPr>
              <w:tabs>
                <w:tab w:val="left" w:pos="851"/>
              </w:tabs>
            </w:pPr>
            <w:r w:rsidRPr="00B15B24">
              <w:t>To:</w:t>
            </w:r>
            <w:r w:rsidRPr="00B15B24">
              <w:tab/>
            </w:r>
            <w:r w:rsidR="0091265C">
              <w:t>ENG</w:t>
            </w:r>
          </w:p>
        </w:tc>
        <w:tc>
          <w:tcPr>
            <w:tcW w:w="5461" w:type="dxa"/>
          </w:tcPr>
          <w:p w:rsidR="000348ED" w:rsidRPr="00340845" w:rsidRDefault="00A875D9" w:rsidP="00875502">
            <w:pPr>
              <w:jc w:val="right"/>
            </w:pPr>
            <w:r w:rsidRPr="00340845">
              <w:t>28</w:t>
            </w:r>
            <w:r w:rsidR="005D05AC" w:rsidRPr="00340845">
              <w:t xml:space="preserve"> </w:t>
            </w:r>
            <w:r w:rsidR="00875502" w:rsidRPr="00340845">
              <w:t>Nov</w:t>
            </w:r>
            <w:r w:rsidR="005D05AC" w:rsidRPr="00340845">
              <w:t xml:space="preserve"> 20</w:t>
            </w:r>
            <w:r w:rsidR="001A654A" w:rsidRPr="00340845">
              <w:t>1</w:t>
            </w:r>
            <w:r w:rsidR="00875502" w:rsidRPr="00340845">
              <w:t>4</w:t>
            </w:r>
          </w:p>
        </w:tc>
      </w:tr>
    </w:tbl>
    <w:p w:rsidR="000348ED" w:rsidRPr="00B15B24" w:rsidRDefault="005D05AC" w:rsidP="005D05AC">
      <w:pPr>
        <w:pStyle w:val="Title"/>
        <w:spacing w:before="480" w:after="120"/>
      </w:pPr>
      <w:r w:rsidRPr="00B15B24">
        <w:t>Liaison Note</w:t>
      </w:r>
    </w:p>
    <w:p w:rsidR="000348ED" w:rsidRPr="00B15B24" w:rsidRDefault="00875502" w:rsidP="005D05AC">
      <w:pPr>
        <w:pStyle w:val="Title"/>
        <w:spacing w:after="120"/>
      </w:pPr>
      <w:r>
        <w:rPr>
          <w:color w:val="000000"/>
        </w:rPr>
        <w:t xml:space="preserve">NAVGUIDE Update – </w:t>
      </w:r>
      <w:r w:rsidR="005F4CC2">
        <w:rPr>
          <w:color w:val="000000"/>
        </w:rPr>
        <w:t>Audible Signals</w:t>
      </w:r>
    </w:p>
    <w:p w:rsidR="0064435F" w:rsidRPr="00B15B24" w:rsidRDefault="0064435F" w:rsidP="00135447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:rsidR="0091265C" w:rsidRPr="00B15B24" w:rsidRDefault="0091265C" w:rsidP="0091265C">
      <w:pPr>
        <w:pStyle w:val="BodyText"/>
      </w:pPr>
      <w:r>
        <w:t xml:space="preserve">In liaison note </w:t>
      </w:r>
      <w:r w:rsidR="00D46B70">
        <w:t>ENG</w:t>
      </w:r>
      <w:r>
        <w:t>1-</w:t>
      </w:r>
      <w:r w:rsidR="00D46B70">
        <w:t>11.1.11</w:t>
      </w:r>
      <w:r>
        <w:t xml:space="preserve">, </w:t>
      </w:r>
      <w:r w:rsidR="00D46B70">
        <w:t>it was requested that the Audible Section, 6.</w:t>
      </w:r>
      <w:r w:rsidR="00CF4A9B">
        <w:t>5</w:t>
      </w:r>
      <w:r w:rsidR="00D46B70">
        <w:t xml:space="preserve"> of the NAVGUIDE be </w:t>
      </w:r>
      <w:r w:rsidR="00A875D9">
        <w:t>updated</w:t>
      </w:r>
      <w:r w:rsidR="00D46B70">
        <w:t xml:space="preserve"> to reflect changes recommended in liaison note EEP21-14.1.3.13</w:t>
      </w:r>
    </w:p>
    <w:p w:rsidR="0091265C" w:rsidRDefault="0091265C" w:rsidP="0091265C">
      <w:pPr>
        <w:pStyle w:val="Heading1"/>
        <w:numPr>
          <w:ilvl w:val="0"/>
          <w:numId w:val="11"/>
        </w:numPr>
        <w:tabs>
          <w:tab w:val="clear" w:pos="432"/>
        </w:tabs>
        <w:ind w:left="567" w:hanging="567"/>
        <w:rPr>
          <w:lang w:val="en-GB"/>
        </w:rPr>
      </w:pPr>
      <w:r>
        <w:rPr>
          <w:lang w:val="en-GB"/>
        </w:rPr>
        <w:t>Discussion</w:t>
      </w:r>
    </w:p>
    <w:p w:rsidR="00F07467" w:rsidRDefault="0091265C" w:rsidP="0091265C">
      <w:pPr>
        <w:pStyle w:val="BodyText"/>
      </w:pPr>
      <w:r>
        <w:t xml:space="preserve">The </w:t>
      </w:r>
      <w:r w:rsidR="00D46B70">
        <w:t xml:space="preserve">aforementioned liaison note </w:t>
      </w:r>
      <w:r w:rsidR="00CF4A9B">
        <w:t xml:space="preserve">addresses concerns </w:t>
      </w:r>
      <w:r w:rsidR="006A2727">
        <w:t xml:space="preserve">with </w:t>
      </w:r>
      <w:r w:rsidR="00CF4A9B">
        <w:t xml:space="preserve">IALA Guideline 1090 on Audible Signals.  Specifically, ENG </w:t>
      </w:r>
      <w:r w:rsidR="00F07467">
        <w:t xml:space="preserve">recommends adding </w:t>
      </w:r>
      <w:r w:rsidR="00CF4A9B">
        <w:t xml:space="preserve">the following note </w:t>
      </w:r>
      <w:r w:rsidR="00F07467">
        <w:t>to table 2</w:t>
      </w:r>
      <w:r w:rsidR="00CF4A9B">
        <w:t xml:space="preserve">; </w:t>
      </w:r>
      <w:r w:rsidR="00F07467" w:rsidRPr="00DD73C3">
        <w:rPr>
          <w:i/>
        </w:rPr>
        <w:t>this only applies to pure (sinusoidal sound)</w:t>
      </w:r>
      <w:r w:rsidR="00CF4A9B">
        <w:rPr>
          <w:i/>
        </w:rPr>
        <w:t xml:space="preserve">, </w:t>
      </w:r>
      <w:r w:rsidR="00CF4A9B">
        <w:t xml:space="preserve">and notes data </w:t>
      </w:r>
      <w:r w:rsidR="00F07467">
        <w:t xml:space="preserve">errors in </w:t>
      </w:r>
      <w:r w:rsidR="00D46B70">
        <w:t>table</w:t>
      </w:r>
      <w:r w:rsidR="00F07467">
        <w:t xml:space="preserve"> </w:t>
      </w:r>
      <w:r w:rsidR="00CF4A9B">
        <w:t xml:space="preserve">1.  Finally, ENG requests ARM </w:t>
      </w:r>
      <w:r w:rsidR="00CF4A9B">
        <w:rPr>
          <w:lang w:eastAsia="de-DE"/>
        </w:rPr>
        <w:t xml:space="preserve">update the NAVGUIDE as indicated above.  </w:t>
      </w:r>
      <w:r w:rsidR="00F07467">
        <w:t xml:space="preserve">Neither of the tables </w:t>
      </w:r>
      <w:r w:rsidR="00CF4A9B">
        <w:t xml:space="preserve">referred to in the liaison note </w:t>
      </w:r>
      <w:r w:rsidR="00F07467">
        <w:t>is included in Edition 7 of the NAVGUIDE.  The ARM Committee is willing to amend IALA Guideline</w:t>
      </w:r>
      <w:r w:rsidR="00266086">
        <w:t xml:space="preserve"> </w:t>
      </w:r>
      <w:r w:rsidR="00CF4A9B">
        <w:t>1090 per</w:t>
      </w:r>
      <w:r w:rsidR="00F07467">
        <w:t xml:space="preserve"> ENG Committee’s recommendations.</w:t>
      </w:r>
      <w:r w:rsidR="00266086">
        <w:t xml:space="preserve"> However, the specific errors in Table 1 were not identified in the Liaison Note.</w:t>
      </w:r>
    </w:p>
    <w:p w:rsidR="0091265C" w:rsidRDefault="0091265C" w:rsidP="0091265C">
      <w:pPr>
        <w:pStyle w:val="Heading1"/>
        <w:numPr>
          <w:ilvl w:val="0"/>
          <w:numId w:val="11"/>
        </w:numPr>
        <w:tabs>
          <w:tab w:val="clear" w:pos="432"/>
        </w:tabs>
        <w:ind w:left="567" w:hanging="567"/>
        <w:rPr>
          <w:lang w:val="en-GB"/>
        </w:rPr>
      </w:pPr>
      <w:r>
        <w:rPr>
          <w:lang w:val="en-GB"/>
        </w:rPr>
        <w:t>Action Required</w:t>
      </w:r>
    </w:p>
    <w:p w:rsidR="00F07467" w:rsidRDefault="0091265C" w:rsidP="00CF4A9B">
      <w:r>
        <w:rPr>
          <w:lang w:eastAsia="de-DE"/>
        </w:rPr>
        <w:t xml:space="preserve">The </w:t>
      </w:r>
      <w:r w:rsidR="00F07467">
        <w:rPr>
          <w:lang w:eastAsia="de-DE"/>
        </w:rPr>
        <w:t>ARM</w:t>
      </w:r>
      <w:r>
        <w:rPr>
          <w:lang w:eastAsia="de-DE"/>
        </w:rPr>
        <w:t xml:space="preserve"> Committee requests that </w:t>
      </w:r>
      <w:r w:rsidR="00F07467">
        <w:rPr>
          <w:lang w:eastAsia="de-DE"/>
        </w:rPr>
        <w:t>ENG</w:t>
      </w:r>
      <w:r>
        <w:rPr>
          <w:lang w:eastAsia="de-DE"/>
        </w:rPr>
        <w:t xml:space="preserve"> </w:t>
      </w:r>
      <w:r w:rsidR="00F07467">
        <w:rPr>
          <w:lang w:eastAsia="de-DE"/>
        </w:rPr>
        <w:t xml:space="preserve">provide </w:t>
      </w:r>
      <w:r w:rsidR="006A2727">
        <w:rPr>
          <w:lang w:eastAsia="de-DE"/>
        </w:rPr>
        <w:t xml:space="preserve">the </w:t>
      </w:r>
      <w:r w:rsidR="00CF4A9B">
        <w:rPr>
          <w:lang w:eastAsia="de-DE"/>
        </w:rPr>
        <w:t xml:space="preserve">specific data to correct table 1 of </w:t>
      </w:r>
      <w:r w:rsidR="00CF4A9B">
        <w:t xml:space="preserve">IALA Guideline1090. </w:t>
      </w:r>
    </w:p>
    <w:p w:rsidR="00F07467" w:rsidRPr="00E54C6A" w:rsidRDefault="00F07467" w:rsidP="0091265C">
      <w:pPr>
        <w:rPr>
          <w:lang w:eastAsia="de-DE"/>
        </w:rPr>
      </w:pPr>
    </w:p>
    <w:sectPr w:rsidR="00F07467" w:rsidRPr="00E54C6A" w:rsidSect="005D05AC">
      <w:headerReference w:type="default" r:id="rId8"/>
      <w:footerReference w:type="default" r:id="rId9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AE3" w:rsidRDefault="00DF7AE3" w:rsidP="00002906">
      <w:r>
        <w:separator/>
      </w:r>
    </w:p>
  </w:endnote>
  <w:endnote w:type="continuationSeparator" w:id="0">
    <w:p w:rsidR="00DF7AE3" w:rsidRDefault="00DF7AE3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716" w:rsidRDefault="002D471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044BE5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AE3" w:rsidRDefault="00DF7AE3" w:rsidP="00002906">
      <w:r>
        <w:separator/>
      </w:r>
    </w:p>
  </w:footnote>
  <w:footnote w:type="continuationSeparator" w:id="0">
    <w:p w:rsidR="00DF7AE3" w:rsidRDefault="00DF7AE3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C4A" w:rsidRDefault="00044BE5">
    <w:pPr>
      <w:pStyle w:val="Header"/>
    </w:pPr>
    <w:r>
      <w:t>ARM2-9.4.4 (</w:t>
    </w:r>
    <w:r w:rsidR="00227C4A">
      <w:t>ENG2-10.14</w:t>
    </w:r>
    <w: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502"/>
    <w:rsid w:val="00002906"/>
    <w:rsid w:val="00031A92"/>
    <w:rsid w:val="000348ED"/>
    <w:rsid w:val="00034B5C"/>
    <w:rsid w:val="00036801"/>
    <w:rsid w:val="00044BE5"/>
    <w:rsid w:val="00050DA7"/>
    <w:rsid w:val="000A1494"/>
    <w:rsid w:val="000A5A01"/>
    <w:rsid w:val="00135447"/>
    <w:rsid w:val="00152273"/>
    <w:rsid w:val="001A654A"/>
    <w:rsid w:val="001C74CF"/>
    <w:rsid w:val="00227C4A"/>
    <w:rsid w:val="00266086"/>
    <w:rsid w:val="00285E2E"/>
    <w:rsid w:val="002D4716"/>
    <w:rsid w:val="00340845"/>
    <w:rsid w:val="003D55DD"/>
    <w:rsid w:val="003E1831"/>
    <w:rsid w:val="004227C9"/>
    <w:rsid w:val="00424954"/>
    <w:rsid w:val="004C1386"/>
    <w:rsid w:val="004C220D"/>
    <w:rsid w:val="00573DE2"/>
    <w:rsid w:val="00597314"/>
    <w:rsid w:val="005D05AC"/>
    <w:rsid w:val="005F4CC2"/>
    <w:rsid w:val="00630F7F"/>
    <w:rsid w:val="0064435F"/>
    <w:rsid w:val="00660C72"/>
    <w:rsid w:val="006A2727"/>
    <w:rsid w:val="006D470F"/>
    <w:rsid w:val="00727E88"/>
    <w:rsid w:val="00775878"/>
    <w:rsid w:val="00784A5B"/>
    <w:rsid w:val="0080092C"/>
    <w:rsid w:val="00835858"/>
    <w:rsid w:val="00872453"/>
    <w:rsid w:val="00875502"/>
    <w:rsid w:val="008B08F1"/>
    <w:rsid w:val="008B57A4"/>
    <w:rsid w:val="008F13DD"/>
    <w:rsid w:val="00902AA4"/>
    <w:rsid w:val="0091265C"/>
    <w:rsid w:val="009F3B6C"/>
    <w:rsid w:val="009F5C36"/>
    <w:rsid w:val="00A27F12"/>
    <w:rsid w:val="00A30579"/>
    <w:rsid w:val="00A76DC0"/>
    <w:rsid w:val="00A875D9"/>
    <w:rsid w:val="00AA76C0"/>
    <w:rsid w:val="00B077EC"/>
    <w:rsid w:val="00B15B24"/>
    <w:rsid w:val="00B428DA"/>
    <w:rsid w:val="00B8247E"/>
    <w:rsid w:val="00BE56DF"/>
    <w:rsid w:val="00CA04AF"/>
    <w:rsid w:val="00CF4A9B"/>
    <w:rsid w:val="00D46B70"/>
    <w:rsid w:val="00DF7AE3"/>
    <w:rsid w:val="00E93C9B"/>
    <w:rsid w:val="00ED6671"/>
    <w:rsid w:val="00EE3F2F"/>
    <w:rsid w:val="00F07467"/>
    <w:rsid w:val="00F5714D"/>
    <w:rsid w:val="00F67560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Hyperlink">
    <w:name w:val="Hyperlink"/>
    <w:basedOn w:val="DefaultParagraphFont"/>
    <w:uiPriority w:val="99"/>
    <w:unhideWhenUsed/>
    <w:rsid w:val="000A149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Hyperlink">
    <w:name w:val="Hyperlink"/>
    <w:basedOn w:val="DefaultParagraphFont"/>
    <w:uiPriority w:val="99"/>
    <w:unhideWhenUsed/>
    <w:rsid w:val="000A14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b\Documents\IALA\ARM1\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Note_Feb13.dot</Template>
  <TotalTime>41</TotalTime>
  <Pages>1</Pages>
  <Words>152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Martin Bransby</dc:creator>
  <cp:lastModifiedBy>Wim</cp:lastModifiedBy>
  <cp:revision>8</cp:revision>
  <cp:lastPrinted>2006-10-19T11:49:00Z</cp:lastPrinted>
  <dcterms:created xsi:type="dcterms:W3CDTF">2014-11-26T13:16:00Z</dcterms:created>
  <dcterms:modified xsi:type="dcterms:W3CDTF">2015-05-21T12:46:00Z</dcterms:modified>
</cp:coreProperties>
</file>